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633" w:rsidRDefault="00907633">
      <w:r>
        <w:rPr>
          <w:noProof/>
          <w:lang w:eastAsia="nl-NL"/>
        </w:rPr>
        <w:drawing>
          <wp:inline distT="0" distB="0" distL="0" distR="0" wp14:anchorId="6E252CFC" wp14:editId="66F94B89">
            <wp:extent cx="5731510" cy="6638826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38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633" w:rsidRDefault="00907633">
      <w:r>
        <w:br w:type="page"/>
      </w:r>
    </w:p>
    <w:p w:rsidR="007610C5" w:rsidRDefault="00907633">
      <w:r>
        <w:rPr>
          <w:noProof/>
          <w:lang w:eastAsia="nl-NL"/>
        </w:rPr>
        <w:lastRenderedPageBreak/>
        <w:drawing>
          <wp:inline distT="0" distB="0" distL="0" distR="0" wp14:anchorId="73611126" wp14:editId="5C247628">
            <wp:extent cx="5731510" cy="4047887"/>
            <wp:effectExtent l="0" t="0" r="254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47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10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633"/>
    <w:rsid w:val="00006BE9"/>
    <w:rsid w:val="00126DF1"/>
    <w:rsid w:val="00303710"/>
    <w:rsid w:val="003E7EF0"/>
    <w:rsid w:val="006F07B4"/>
    <w:rsid w:val="007127B1"/>
    <w:rsid w:val="00907633"/>
    <w:rsid w:val="00A13A37"/>
    <w:rsid w:val="00D8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07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076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07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076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64546C28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Utrecht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Weperen, Sander van</dc:creator>
  <cp:lastModifiedBy>Weperen, Sander van</cp:lastModifiedBy>
  <cp:revision>1</cp:revision>
  <dcterms:created xsi:type="dcterms:W3CDTF">2019-07-17T12:55:00Z</dcterms:created>
  <dcterms:modified xsi:type="dcterms:W3CDTF">2019-07-17T12:56:00Z</dcterms:modified>
</cp:coreProperties>
</file>